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E866" w14:textId="134B425D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E666C8">
        <w:rPr>
          <w:rFonts w:ascii="Corbel" w:hAnsi="Corbel"/>
          <w:bCs/>
          <w:i/>
        </w:rPr>
        <w:t>7</w:t>
      </w:r>
      <w:r w:rsidR="00F17567" w:rsidRPr="00673147">
        <w:rPr>
          <w:rFonts w:ascii="Corbel" w:hAnsi="Corbel"/>
          <w:bCs/>
          <w:i/>
        </w:rPr>
        <w:t>/20</w:t>
      </w:r>
      <w:r w:rsidR="00E666C8">
        <w:rPr>
          <w:rFonts w:ascii="Corbel" w:hAnsi="Corbel"/>
          <w:bCs/>
          <w:i/>
        </w:rPr>
        <w:t>23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1DAAB130" w14:textId="77777777" w:rsidR="00650B3E" w:rsidRDefault="0071620A" w:rsidP="00650B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650B3E">
        <w:rPr>
          <w:rFonts w:ascii="Corbel" w:hAnsi="Corbel"/>
          <w:i/>
          <w:smallCaps/>
          <w:sz w:val="24"/>
          <w:szCs w:val="24"/>
        </w:rPr>
        <w:t>2024-2027</w:t>
      </w:r>
    </w:p>
    <w:p w14:paraId="19345D10" w14:textId="78719236" w:rsidR="0085747A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38030E44" w14:textId="77777777" w:rsidR="00650B3E" w:rsidRPr="00673147" w:rsidRDefault="00650B3E" w:rsidP="00EA4832">
      <w:pPr>
        <w:spacing w:after="0" w:line="240" w:lineRule="exact"/>
        <w:jc w:val="both"/>
        <w:rPr>
          <w:rFonts w:ascii="Corbel" w:hAnsi="Corbel"/>
        </w:rPr>
      </w:pPr>
    </w:p>
    <w:p w14:paraId="08E2F2DA" w14:textId="200845FC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650B3E">
        <w:rPr>
          <w:rFonts w:ascii="Corbel" w:hAnsi="Corbel"/>
          <w:b/>
        </w:rPr>
        <w:t>4</w:t>
      </w:r>
      <w:r w:rsidR="00BB0FA4">
        <w:rPr>
          <w:rFonts w:ascii="Corbel" w:hAnsi="Corbel"/>
          <w:b/>
        </w:rPr>
        <w:t>/</w:t>
      </w:r>
      <w:r w:rsidR="009179E0">
        <w:rPr>
          <w:rFonts w:ascii="Corbel" w:hAnsi="Corbel"/>
          <w:b/>
        </w:rPr>
        <w:t>202</w:t>
      </w:r>
      <w:r w:rsidR="00650B3E">
        <w:rPr>
          <w:rFonts w:ascii="Corbel" w:hAnsi="Corbel"/>
          <w:b/>
        </w:rPr>
        <w:t>5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43A6BA0E" w:rsidR="0085747A" w:rsidRPr="00B57EB1" w:rsidRDefault="00782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7B1AB7">
              <w:rPr>
                <w:rFonts w:ascii="Corbel" w:hAnsi="Corbel"/>
                <w:b w:val="0"/>
                <w:color w:val="auto"/>
                <w:sz w:val="22"/>
              </w:rPr>
              <w:t>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493E2A" w:rsidRPr="00493E2A" w14:paraId="7F39378F" w14:textId="77777777" w:rsidTr="005606F5">
        <w:tc>
          <w:tcPr>
            <w:tcW w:w="9520" w:type="dxa"/>
          </w:tcPr>
          <w:p w14:paraId="2A93B2A5" w14:textId="316B7A83" w:rsidR="00541C3B" w:rsidRPr="00493E2A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493E2A">
              <w:rPr>
                <w:rFonts w:ascii="Corbel" w:hAnsi="Corbel"/>
              </w:rPr>
              <w:t>Możliwości i ograniczenia praktycznego zastosowania autorskich koncepcji wychowania</w:t>
            </w:r>
            <w:r w:rsidR="006E41C3" w:rsidRPr="00493E2A">
              <w:rPr>
                <w:rFonts w:ascii="Corbel" w:hAnsi="Corbel"/>
              </w:rPr>
              <w:t xml:space="preserve"> J. </w:t>
            </w:r>
            <w:r w:rsidR="00365A91" w:rsidRPr="00493E2A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 w:rsidRPr="00493E2A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493E2A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 w:rsidRPr="00493E2A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493E2A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 w:rsidRPr="00493E2A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493E2A">
              <w:rPr>
                <w:rFonts w:ascii="Corbel" w:hAnsi="Corbel" w:cs="TimesNewRomanPSMT"/>
                <w:lang w:eastAsia="pl-PL"/>
              </w:rPr>
              <w:t>Montessori</w:t>
            </w:r>
            <w:r w:rsidR="006E41C3" w:rsidRPr="00493E2A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493E2A" w14:paraId="79D13962" w14:textId="77777777" w:rsidTr="005606F5">
        <w:tc>
          <w:tcPr>
            <w:tcW w:w="9520" w:type="dxa"/>
          </w:tcPr>
          <w:p w14:paraId="34353F7C" w14:textId="2170D286" w:rsidR="00563B80" w:rsidRPr="00493E2A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493E2A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493E2A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493E2A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08A7C1A9" w:rsidR="0085747A" w:rsidRPr="0006648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48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0DF6EF5A" w:rsidR="0085747A" w:rsidRPr="00066481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648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2961CEC2" w:rsidR="00150D32" w:rsidRPr="00066481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648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pisemny 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obserwacja w trakcie zajęć, referat</w:t>
            </w:r>
            <w:r w:rsidR="00A736AC" w:rsidRPr="00066481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066481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066481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4CF7A90C" w:rsidR="00150D32" w:rsidRPr="0006648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648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19755F93" w:rsidR="00150D32" w:rsidRPr="00066481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648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5032A" w:rsidRPr="00066481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066481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15E22B83" w:rsidR="00590537" w:rsidRPr="00AE6BDD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6BDD">
              <w:rPr>
                <w:rFonts w:ascii="Corbel" w:hAnsi="Corbel"/>
                <w:b w:val="0"/>
                <w:szCs w:val="24"/>
              </w:rPr>
              <w:t>Ćwiczenia: pozytywne zaliczenie kolokwium</w:t>
            </w:r>
            <w:r w:rsidR="000A6E1A" w:rsidRPr="00AE6BDD">
              <w:rPr>
                <w:rFonts w:ascii="Corbel" w:hAnsi="Corbel"/>
                <w:b w:val="0"/>
                <w:szCs w:val="24"/>
              </w:rPr>
              <w:t xml:space="preserve"> pisemnego</w:t>
            </w:r>
            <w:r w:rsidRPr="00AE6BDD">
              <w:rPr>
                <w:rFonts w:ascii="Corbel" w:hAnsi="Corbel"/>
                <w:b w:val="0"/>
                <w:szCs w:val="24"/>
              </w:rPr>
              <w:t>, aktywność na zajęciach (udział w dyskusji, przygotowanie prezentacji</w:t>
            </w:r>
            <w:r w:rsidR="00B344DA" w:rsidRPr="00AE6BDD">
              <w:rPr>
                <w:rFonts w:ascii="Corbel" w:hAnsi="Corbel"/>
                <w:b w:val="0"/>
                <w:szCs w:val="24"/>
              </w:rPr>
              <w:t xml:space="preserve"> w grupach 3-4 osobowych</w:t>
            </w:r>
            <w:r w:rsidRPr="00AE6BDD">
              <w:rPr>
                <w:rFonts w:ascii="Corbel" w:hAnsi="Corbel"/>
                <w:b w:val="0"/>
                <w:szCs w:val="24"/>
              </w:rPr>
              <w:t>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16F768F4" w:rsidR="00590537" w:rsidRPr="005235CD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92D050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Wykład: </w:t>
            </w:r>
            <w:r w:rsidR="00BD51DD" w:rsidRPr="00FF3DCE">
              <w:rPr>
                <w:rFonts w:ascii="Corbel" w:hAnsi="Corbel"/>
                <w:b w:val="0"/>
                <w:bCs/>
                <w:color w:val="000000" w:themeColor="text1"/>
              </w:rPr>
              <w:t>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1D88C20F" w:rsidR="00590537" w:rsidRPr="00590537" w:rsidRDefault="00590537" w:rsidP="000908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  <w:r w:rsidR="007F1CBC" w:rsidRPr="002F02B7">
              <w:rPr>
                <w:rFonts w:ascii="Corbel" w:hAnsi="Corbel"/>
                <w:szCs w:val="24"/>
              </w:rPr>
              <w:t xml:space="preserve"> Szczegółowe kryteria oceniania: 100%-90% punktów - ocena bardzo dobra z egzaminu w formie pisemnej, 85%-80% punktów – ocena plus dobra z egzaminu w formie pisemnej, 75% - 65% punktów ocena dobra z egzaminu w formie pisemnej , 60% punktów – ocena plus dostateczna z egzaminu w formie pisemnej, 55% - 50% punktów z egzaminu w formie pisemnej – ocena dostateczna z egzaminu w formie pisemnej.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493DAD98" w:rsidR="0085747A" w:rsidRPr="00673147" w:rsidRDefault="00C61DC5" w:rsidP="00E666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Montessorii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Camarda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4362">
              <w:rPr>
                <w:rFonts w:ascii="Corbel" w:hAnsi="Corbel"/>
                <w:sz w:val="24"/>
                <w:szCs w:val="24"/>
              </w:rPr>
              <w:lastRenderedPageBreak/>
              <w:t>Pospiszyl</w:t>
            </w:r>
            <w:proofErr w:type="spellEnd"/>
            <w:r w:rsidRPr="00F74362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Patzlaff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Dyskurs Pedagogiczny, T.8, red. M. Żak, E. Tłuczek-Tadla, m. Cichowska,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231E41A6" w14:textId="2D7FF05C" w:rsidR="0026604A" w:rsidRPr="00F74362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5859F" w14:textId="77777777" w:rsidR="00AE7D99" w:rsidRDefault="00AE7D99" w:rsidP="00C16ABF">
      <w:pPr>
        <w:spacing w:after="0" w:line="240" w:lineRule="auto"/>
      </w:pPr>
      <w:r>
        <w:separator/>
      </w:r>
    </w:p>
  </w:endnote>
  <w:endnote w:type="continuationSeparator" w:id="0">
    <w:p w14:paraId="49EE478D" w14:textId="77777777" w:rsidR="00AE7D99" w:rsidRDefault="00AE7D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07BC1" w14:textId="77777777" w:rsidR="00AE7D99" w:rsidRDefault="00AE7D99" w:rsidP="00C16ABF">
      <w:pPr>
        <w:spacing w:after="0" w:line="240" w:lineRule="auto"/>
      </w:pPr>
      <w:r>
        <w:separator/>
      </w:r>
    </w:p>
  </w:footnote>
  <w:footnote w:type="continuationSeparator" w:id="0">
    <w:p w14:paraId="64D2F11A" w14:textId="77777777" w:rsidR="00AE7D99" w:rsidRDefault="00AE7D9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412204">
    <w:abstractNumId w:val="0"/>
  </w:num>
  <w:num w:numId="2" w16cid:durableId="300110671">
    <w:abstractNumId w:val="1"/>
  </w:num>
  <w:num w:numId="3" w16cid:durableId="1747263906">
    <w:abstractNumId w:val="5"/>
  </w:num>
  <w:num w:numId="4" w16cid:durableId="134103238">
    <w:abstractNumId w:val="6"/>
  </w:num>
  <w:num w:numId="5" w16cid:durableId="1264607081">
    <w:abstractNumId w:val="4"/>
  </w:num>
  <w:num w:numId="6" w16cid:durableId="1634140858">
    <w:abstractNumId w:val="3"/>
  </w:num>
  <w:num w:numId="7" w16cid:durableId="42658314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D6"/>
    <w:rsid w:val="000048FD"/>
    <w:rsid w:val="000077B4"/>
    <w:rsid w:val="00015B8F"/>
    <w:rsid w:val="000206A8"/>
    <w:rsid w:val="00022ECE"/>
    <w:rsid w:val="00042A51"/>
    <w:rsid w:val="00042D2E"/>
    <w:rsid w:val="00044C82"/>
    <w:rsid w:val="00066481"/>
    <w:rsid w:val="00070ED6"/>
    <w:rsid w:val="000742DC"/>
    <w:rsid w:val="00074CF4"/>
    <w:rsid w:val="00077F92"/>
    <w:rsid w:val="00084C12"/>
    <w:rsid w:val="0009083C"/>
    <w:rsid w:val="000917C7"/>
    <w:rsid w:val="000931CD"/>
    <w:rsid w:val="0009462C"/>
    <w:rsid w:val="00094B12"/>
    <w:rsid w:val="00096C46"/>
    <w:rsid w:val="000A296F"/>
    <w:rsid w:val="000A2A28"/>
    <w:rsid w:val="000A6E1A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839B2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604A"/>
    <w:rsid w:val="00267C6A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55EC"/>
    <w:rsid w:val="002D73D4"/>
    <w:rsid w:val="002E5CB5"/>
    <w:rsid w:val="002F02A3"/>
    <w:rsid w:val="002F02B7"/>
    <w:rsid w:val="002F24BD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93A24"/>
    <w:rsid w:val="003A0A5B"/>
    <w:rsid w:val="003A1176"/>
    <w:rsid w:val="003A1F59"/>
    <w:rsid w:val="003C0BAE"/>
    <w:rsid w:val="003C0C5A"/>
    <w:rsid w:val="003C5AC2"/>
    <w:rsid w:val="003D18A9"/>
    <w:rsid w:val="003D4D31"/>
    <w:rsid w:val="003D5991"/>
    <w:rsid w:val="003D6CE2"/>
    <w:rsid w:val="003E1941"/>
    <w:rsid w:val="003E2FE6"/>
    <w:rsid w:val="003E49D5"/>
    <w:rsid w:val="003F13F5"/>
    <w:rsid w:val="003F38C0"/>
    <w:rsid w:val="003F3DF2"/>
    <w:rsid w:val="003F7D1B"/>
    <w:rsid w:val="004001EE"/>
    <w:rsid w:val="004132D0"/>
    <w:rsid w:val="00414E3C"/>
    <w:rsid w:val="00417DB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E8A"/>
    <w:rsid w:val="00475F5A"/>
    <w:rsid w:val="004840FD"/>
    <w:rsid w:val="00490F7D"/>
    <w:rsid w:val="0049163E"/>
    <w:rsid w:val="00491678"/>
    <w:rsid w:val="00493E2A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35CD"/>
    <w:rsid w:val="00526C94"/>
    <w:rsid w:val="00531907"/>
    <w:rsid w:val="005363C4"/>
    <w:rsid w:val="00536BDE"/>
    <w:rsid w:val="00541C3B"/>
    <w:rsid w:val="00543ACC"/>
    <w:rsid w:val="0055185B"/>
    <w:rsid w:val="00552921"/>
    <w:rsid w:val="005606F5"/>
    <w:rsid w:val="00563B80"/>
    <w:rsid w:val="0056514B"/>
    <w:rsid w:val="0056696D"/>
    <w:rsid w:val="00572B14"/>
    <w:rsid w:val="00573EF9"/>
    <w:rsid w:val="00590537"/>
    <w:rsid w:val="0059484D"/>
    <w:rsid w:val="005A0855"/>
    <w:rsid w:val="005A14C0"/>
    <w:rsid w:val="005A3196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4597"/>
    <w:rsid w:val="006474B2"/>
    <w:rsid w:val="006475DF"/>
    <w:rsid w:val="00647FA8"/>
    <w:rsid w:val="00650492"/>
    <w:rsid w:val="00650B3E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A4854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50754"/>
    <w:rsid w:val="00763BF1"/>
    <w:rsid w:val="00766FD4"/>
    <w:rsid w:val="00767B86"/>
    <w:rsid w:val="0078168C"/>
    <w:rsid w:val="00782BBD"/>
    <w:rsid w:val="00782BD9"/>
    <w:rsid w:val="00787C2A"/>
    <w:rsid w:val="00790E27"/>
    <w:rsid w:val="00796AFA"/>
    <w:rsid w:val="007A4022"/>
    <w:rsid w:val="007A6E6E"/>
    <w:rsid w:val="007B1AB7"/>
    <w:rsid w:val="007C3299"/>
    <w:rsid w:val="007C3BCC"/>
    <w:rsid w:val="007C4546"/>
    <w:rsid w:val="007D35C6"/>
    <w:rsid w:val="007D6E56"/>
    <w:rsid w:val="007D6E75"/>
    <w:rsid w:val="007E2FFD"/>
    <w:rsid w:val="007F1652"/>
    <w:rsid w:val="007F1CBC"/>
    <w:rsid w:val="007F4155"/>
    <w:rsid w:val="00814A1A"/>
    <w:rsid w:val="008152AE"/>
    <w:rsid w:val="0081554D"/>
    <w:rsid w:val="0081707E"/>
    <w:rsid w:val="00817C4D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D3DFB"/>
    <w:rsid w:val="008E09AD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1796"/>
    <w:rsid w:val="009521C9"/>
    <w:rsid w:val="009526B8"/>
    <w:rsid w:val="00954A07"/>
    <w:rsid w:val="009579DD"/>
    <w:rsid w:val="00960D45"/>
    <w:rsid w:val="00973AD2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6C45"/>
    <w:rsid w:val="00A736AC"/>
    <w:rsid w:val="00A837C0"/>
    <w:rsid w:val="00A8483D"/>
    <w:rsid w:val="00A84C85"/>
    <w:rsid w:val="00A941F8"/>
    <w:rsid w:val="00A97DE1"/>
    <w:rsid w:val="00AA2A84"/>
    <w:rsid w:val="00AB053C"/>
    <w:rsid w:val="00AB57E6"/>
    <w:rsid w:val="00AC6866"/>
    <w:rsid w:val="00AD1146"/>
    <w:rsid w:val="00AD27D3"/>
    <w:rsid w:val="00AD38C1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E6BDD"/>
    <w:rsid w:val="00AE7D99"/>
    <w:rsid w:val="00AF2C1E"/>
    <w:rsid w:val="00B06142"/>
    <w:rsid w:val="00B135B1"/>
    <w:rsid w:val="00B2396D"/>
    <w:rsid w:val="00B31094"/>
    <w:rsid w:val="00B3130B"/>
    <w:rsid w:val="00B344DA"/>
    <w:rsid w:val="00B34C20"/>
    <w:rsid w:val="00B40ADB"/>
    <w:rsid w:val="00B43B77"/>
    <w:rsid w:val="00B43E80"/>
    <w:rsid w:val="00B53068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0FA4"/>
    <w:rsid w:val="00BB520A"/>
    <w:rsid w:val="00BC16FF"/>
    <w:rsid w:val="00BC1820"/>
    <w:rsid w:val="00BC7536"/>
    <w:rsid w:val="00BD3869"/>
    <w:rsid w:val="00BD51DD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5032A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464B"/>
    <w:rsid w:val="00CD6897"/>
    <w:rsid w:val="00CE40B3"/>
    <w:rsid w:val="00CE5BAC"/>
    <w:rsid w:val="00CF25BE"/>
    <w:rsid w:val="00CF78ED"/>
    <w:rsid w:val="00D02B25"/>
    <w:rsid w:val="00D02EBA"/>
    <w:rsid w:val="00D14C92"/>
    <w:rsid w:val="00D17C3C"/>
    <w:rsid w:val="00D26B2C"/>
    <w:rsid w:val="00D32E5A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3D4D"/>
    <w:rsid w:val="00D8678B"/>
    <w:rsid w:val="00DA2114"/>
    <w:rsid w:val="00DA760C"/>
    <w:rsid w:val="00DB2C3B"/>
    <w:rsid w:val="00DB3025"/>
    <w:rsid w:val="00DC060C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129B8"/>
    <w:rsid w:val="00E21E7D"/>
    <w:rsid w:val="00E22FBC"/>
    <w:rsid w:val="00E24BF5"/>
    <w:rsid w:val="00E25338"/>
    <w:rsid w:val="00E279B0"/>
    <w:rsid w:val="00E33209"/>
    <w:rsid w:val="00E51E44"/>
    <w:rsid w:val="00E63348"/>
    <w:rsid w:val="00E666C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2F02"/>
    <w:rsid w:val="00EE32DE"/>
    <w:rsid w:val="00EE48B0"/>
    <w:rsid w:val="00EE5457"/>
    <w:rsid w:val="00EF32D8"/>
    <w:rsid w:val="00EF3869"/>
    <w:rsid w:val="00F0092B"/>
    <w:rsid w:val="00F0702E"/>
    <w:rsid w:val="00F070AB"/>
    <w:rsid w:val="00F15FFD"/>
    <w:rsid w:val="00F16CF3"/>
    <w:rsid w:val="00F17567"/>
    <w:rsid w:val="00F27A7B"/>
    <w:rsid w:val="00F526AF"/>
    <w:rsid w:val="00F617C3"/>
    <w:rsid w:val="00F63F59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3DCE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8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8C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3102-A886-4A1F-84D4-CD8E0311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1565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2020-10-13T08:23:00Z</cp:lastPrinted>
  <dcterms:created xsi:type="dcterms:W3CDTF">2024-09-20T07:15:00Z</dcterms:created>
  <dcterms:modified xsi:type="dcterms:W3CDTF">2024-09-20T07:15:00Z</dcterms:modified>
</cp:coreProperties>
</file>